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129CE4A7" w:rsidR="00FB52CE" w:rsidRPr="00113CF0" w:rsidRDefault="00FB52CE" w:rsidP="00113CF0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ED0485">
        <w:rPr>
          <w:b/>
          <w:bCs/>
          <w:sz w:val="20"/>
        </w:rPr>
        <w:t xml:space="preserve"> </w:t>
      </w:r>
      <w:r w:rsidR="00113CF0" w:rsidRPr="00113CF0">
        <w:rPr>
          <w:b/>
          <w:bCs/>
          <w:sz w:val="20"/>
        </w:rPr>
        <w:t>OO/2/000426/25</w:t>
      </w:r>
      <w:r w:rsidR="00113CF0">
        <w:rPr>
          <w:b/>
          <w:bCs/>
          <w:sz w:val="20"/>
        </w:rPr>
        <w:t xml:space="preserve"> </w:t>
      </w:r>
      <w:r w:rsidRPr="00FB52CE">
        <w:rPr>
          <w:sz w:val="20"/>
        </w:rPr>
        <w:t>dotyczące</w:t>
      </w:r>
      <w:r w:rsidR="0097582D">
        <w:rPr>
          <w:sz w:val="20"/>
        </w:rPr>
        <w:t>:</w:t>
      </w:r>
      <w:r w:rsidR="00045DD8" w:rsidRPr="00045DD8">
        <w:t xml:space="preserve"> </w:t>
      </w:r>
      <w:r w:rsidR="00113CF0" w:rsidRPr="00113CF0">
        <w:rPr>
          <w:b/>
          <w:bCs/>
          <w:sz w:val="20"/>
        </w:rPr>
        <w:t>Zakup i montaż 4 szt. przemysłowych żaluzji w hali LA w Zakładzie Produkcyjnym ORLEN OIL Sp. z o.o. w Czechowicach-Dziedzicach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……………..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( potencjalny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239125BE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113CF0" w:rsidRPr="00485A6C">
        <w:rPr>
          <w:rFonts w:cs="Arial"/>
          <w:b/>
          <w:sz w:val="20"/>
        </w:rPr>
        <w:t>OO/2/000426/25</w:t>
      </w:r>
      <w:r w:rsidR="00113CF0">
        <w:rPr>
          <w:rFonts w:cs="Arial"/>
          <w:b/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A0C9" w14:textId="1166BD3F" w:rsidR="00E4605D" w:rsidRPr="00DE791B" w:rsidRDefault="00113CF0" w:rsidP="00113CF0">
    <w:pPr>
      <w:jc w:val="center"/>
      <w:rPr>
        <w:rFonts w:ascii="Times New Roman" w:hAnsi="Times New Roman"/>
      </w:rPr>
    </w:pPr>
    <w:r>
      <w:rPr>
        <w:rFonts w:cs="Arial"/>
        <w:noProof/>
        <w:sz w:val="20"/>
      </w:rPr>
      <w:drawing>
        <wp:inline distT="0" distB="0" distL="0" distR="0" wp14:anchorId="2D76C413" wp14:editId="404CCA7E">
          <wp:extent cx="481330" cy="688975"/>
          <wp:effectExtent l="0" t="0" r="0" b="0"/>
          <wp:docPr id="1389779084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757108" name="Obraz 1" descr="Obraz zawierający Grafika, Czcionka, projekt graficzny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330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45DD8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CF0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71E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008D8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753D9"/>
    <w:rsid w:val="00792A9F"/>
    <w:rsid w:val="00792E3C"/>
    <w:rsid w:val="007A438B"/>
    <w:rsid w:val="007B7A32"/>
    <w:rsid w:val="007D2723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49A7"/>
    <w:rsid w:val="00BE5276"/>
    <w:rsid w:val="00BF21FC"/>
    <w:rsid w:val="00C2549F"/>
    <w:rsid w:val="00C2647D"/>
    <w:rsid w:val="00C26CCE"/>
    <w:rsid w:val="00C474FB"/>
    <w:rsid w:val="00C5487A"/>
    <w:rsid w:val="00C54CFB"/>
    <w:rsid w:val="00C72378"/>
    <w:rsid w:val="00C77796"/>
    <w:rsid w:val="00C84A44"/>
    <w:rsid w:val="00C9442A"/>
    <w:rsid w:val="00C95DB1"/>
    <w:rsid w:val="00CA230C"/>
    <w:rsid w:val="00CA4EA6"/>
    <w:rsid w:val="00CD0187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6</TotalTime>
  <Pages>1</Pages>
  <Words>94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1117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8</cp:revision>
  <cp:lastPrinted>2018-04-27T07:47:00Z</cp:lastPrinted>
  <dcterms:created xsi:type="dcterms:W3CDTF">2024-08-29T09:42:00Z</dcterms:created>
  <dcterms:modified xsi:type="dcterms:W3CDTF">2025-08-25T09:33:00Z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